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062" w:rsidRDefault="00D41062" w:rsidP="00D41062">
      <w:pPr>
        <w:widowControl/>
        <w:snapToGrid w:val="0"/>
        <w:spacing w:line="600" w:lineRule="exact"/>
        <w:jc w:val="left"/>
        <w:rPr>
          <w:rFonts w:ascii="方正黑体_GBK" w:eastAsia="方正黑体_GBK" w:hAnsi="Times New Roman"/>
          <w:kern w:val="0"/>
          <w:sz w:val="32"/>
          <w:szCs w:val="32"/>
        </w:rPr>
      </w:pPr>
      <w:r>
        <w:rPr>
          <w:rFonts w:ascii="方正黑体_GBK" w:eastAsia="方正黑体_GBK" w:hAnsi="Times New Roman" w:hint="eastAsia"/>
          <w:kern w:val="0"/>
          <w:sz w:val="32"/>
          <w:szCs w:val="32"/>
        </w:rPr>
        <w:t>附件3</w:t>
      </w:r>
    </w:p>
    <w:p w:rsidR="00D41062" w:rsidRDefault="00D41062" w:rsidP="00D41062">
      <w:pPr>
        <w:widowControl/>
        <w:snapToGrid w:val="0"/>
        <w:spacing w:line="600" w:lineRule="exact"/>
        <w:jc w:val="left"/>
        <w:rPr>
          <w:rFonts w:ascii="Times New Roman" w:eastAsia="仿宋" w:hAnsi="Times New Roman"/>
          <w:kern w:val="0"/>
          <w:sz w:val="32"/>
          <w:szCs w:val="32"/>
        </w:rPr>
      </w:pPr>
    </w:p>
    <w:p w:rsidR="00D41062" w:rsidRDefault="00D41062" w:rsidP="00D41062">
      <w:pPr>
        <w:widowControl/>
        <w:snapToGrid w:val="0"/>
        <w:spacing w:line="600" w:lineRule="exact"/>
        <w:jc w:val="center"/>
        <w:rPr>
          <w:rFonts w:ascii="方正小标宋_GBK" w:eastAsia="方正小标宋_GBK" w:hAnsi="Times New Roman"/>
          <w:bCs/>
          <w:kern w:val="0"/>
          <w:sz w:val="36"/>
          <w:szCs w:val="36"/>
        </w:rPr>
      </w:pPr>
      <w:r>
        <w:rPr>
          <w:rFonts w:ascii="方正小标宋_GBK" w:eastAsia="方正小标宋_GBK" w:hAnsi="Times New Roman" w:hint="eastAsia"/>
          <w:bCs/>
          <w:kern w:val="0"/>
          <w:sz w:val="36"/>
          <w:szCs w:val="36"/>
        </w:rPr>
        <w:t>重庆市研究生导师团队建设项目推荐汇总表</w:t>
      </w:r>
    </w:p>
    <w:p w:rsidR="00D41062" w:rsidRDefault="00D41062" w:rsidP="00D41062">
      <w:pPr>
        <w:widowControl/>
        <w:snapToGrid w:val="0"/>
        <w:spacing w:line="600" w:lineRule="exact"/>
        <w:jc w:val="center"/>
        <w:rPr>
          <w:rFonts w:ascii="Times New Roman" w:eastAsia="方正小标宋_GBK" w:hAnsi="Times New Roman"/>
          <w:bCs/>
          <w:kern w:val="0"/>
          <w:sz w:val="36"/>
          <w:szCs w:val="36"/>
        </w:rPr>
      </w:pPr>
    </w:p>
    <w:p w:rsidR="00D41062" w:rsidRDefault="00D41062" w:rsidP="00360AEA">
      <w:pPr>
        <w:widowControl/>
        <w:snapToGrid w:val="0"/>
        <w:spacing w:line="600" w:lineRule="exact"/>
        <w:ind w:firstLineChars="450" w:firstLine="1260"/>
        <w:rPr>
          <w:rFonts w:ascii="方正仿宋_GBK" w:eastAsia="方正仿宋_GBK" w:hAnsi="Times New Roman"/>
          <w:bCs/>
          <w:kern w:val="0"/>
          <w:sz w:val="28"/>
          <w:szCs w:val="28"/>
        </w:rPr>
      </w:pPr>
      <w:r>
        <w:rPr>
          <w:rFonts w:ascii="方正仿宋_GBK" w:eastAsia="方正仿宋_GBK" w:hAnsi="Times New Roman" w:hint="eastAsia"/>
          <w:bCs/>
          <w:kern w:val="0"/>
          <w:sz w:val="28"/>
          <w:szCs w:val="28"/>
        </w:rPr>
        <w:t xml:space="preserve">学校名称（公章）：          联系人：        </w:t>
      </w:r>
      <w:r w:rsidR="00203EEB">
        <w:rPr>
          <w:rFonts w:ascii="方正仿宋_GBK" w:eastAsia="方正仿宋_GBK" w:hAnsi="Times New Roman" w:hint="eastAsia"/>
          <w:bCs/>
          <w:kern w:val="0"/>
          <w:sz w:val="28"/>
          <w:szCs w:val="28"/>
        </w:rPr>
        <w:t xml:space="preserve">       </w:t>
      </w:r>
      <w:r>
        <w:rPr>
          <w:rFonts w:ascii="方正仿宋_GBK" w:eastAsia="方正仿宋_GBK" w:hAnsi="Times New Roman" w:hint="eastAsia"/>
          <w:bCs/>
          <w:kern w:val="0"/>
          <w:sz w:val="28"/>
          <w:szCs w:val="28"/>
        </w:rPr>
        <w:t xml:space="preserve">联系电话：      </w:t>
      </w:r>
    </w:p>
    <w:tbl>
      <w:tblPr>
        <w:tblW w:w="0" w:type="auto"/>
        <w:jc w:val="center"/>
        <w:tblInd w:w="-507" w:type="dxa"/>
        <w:tblLayout w:type="fixed"/>
        <w:tblLook w:val="0000"/>
      </w:tblPr>
      <w:tblGrid>
        <w:gridCol w:w="719"/>
        <w:gridCol w:w="2507"/>
        <w:gridCol w:w="3090"/>
        <w:gridCol w:w="1485"/>
        <w:gridCol w:w="1423"/>
        <w:gridCol w:w="2060"/>
        <w:gridCol w:w="2334"/>
      </w:tblGrid>
      <w:tr w:rsidR="00360AEA" w:rsidTr="005A1EE1">
        <w:trPr>
          <w:trHeight w:val="482"/>
          <w:jc w:val="center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jc w:val="center"/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2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jc w:val="center"/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  <w:t>团队名称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jc w:val="center"/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  <w:t>团队类别</w:t>
            </w:r>
          </w:p>
          <w:p w:rsidR="00360AEA" w:rsidRDefault="00360AEA" w:rsidP="00C51430">
            <w:pPr>
              <w:widowControl/>
              <w:snapToGrid w:val="0"/>
              <w:jc w:val="center"/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  <w:t>1.</w:t>
            </w:r>
            <w:r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  <w:t>传统学科；</w:t>
            </w:r>
            <w:r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  <w:t>2.</w:t>
            </w:r>
            <w:r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  <w:t>交叉学科；</w:t>
            </w:r>
            <w:r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  <w:t>3.</w:t>
            </w:r>
            <w:r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  <w:t>校企联合）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jc w:val="center"/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  <w:t>所在学科（专业）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jc w:val="center"/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  <w:t>团队带头人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jc w:val="center"/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EA" w:rsidRDefault="00360AEA" w:rsidP="00C51430">
            <w:pPr>
              <w:widowControl/>
              <w:snapToGrid w:val="0"/>
              <w:jc w:val="center"/>
              <w:rPr>
                <w:color w:val="000000"/>
                <w:sz w:val="28"/>
                <w:szCs w:val="28"/>
              </w:rPr>
            </w:pPr>
          </w:p>
          <w:p w:rsidR="00360AEA" w:rsidRPr="00583702" w:rsidRDefault="00360AEA" w:rsidP="00C51430">
            <w:pPr>
              <w:widowControl/>
              <w:snapToGrid w:val="0"/>
              <w:jc w:val="center"/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</w:pPr>
            <w:r w:rsidRPr="00583702"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  <w:szCs w:val="24"/>
              </w:rPr>
              <w:t>资助方式</w:t>
            </w:r>
          </w:p>
          <w:p w:rsidR="00360AEA" w:rsidRPr="00360AEA" w:rsidRDefault="00360AEA" w:rsidP="00583702">
            <w:pPr>
              <w:widowControl/>
              <w:snapToGrid w:val="0"/>
              <w:jc w:val="center"/>
              <w:rPr>
                <w:rFonts w:ascii="Times New Roman" w:eastAsia="方正仿宋_GBK" w:hAnsi="Times New Roman"/>
                <w:b/>
                <w:bCs/>
                <w:kern w:val="0"/>
                <w:sz w:val="24"/>
                <w:szCs w:val="24"/>
              </w:rPr>
            </w:pPr>
            <w:r w:rsidRPr="00583702"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  <w:szCs w:val="24"/>
              </w:rPr>
              <w:t>（</w:t>
            </w:r>
            <w:r w:rsidR="00583702" w:rsidRPr="00583702"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  <w:szCs w:val="24"/>
              </w:rPr>
              <w:t>在</w:t>
            </w:r>
            <w:r w:rsidRPr="00583702">
              <w:rPr>
                <w:rFonts w:hint="eastAsia"/>
                <w:b/>
                <w:color w:val="000000"/>
                <w:sz w:val="28"/>
                <w:szCs w:val="28"/>
              </w:rPr>
              <w:t>A</w:t>
            </w:r>
            <w:r w:rsidRPr="00583702">
              <w:rPr>
                <w:rFonts w:hint="eastAsia"/>
                <w:b/>
                <w:color w:val="000000"/>
                <w:sz w:val="28"/>
                <w:szCs w:val="28"/>
              </w:rPr>
              <w:t>、</w:t>
            </w:r>
            <w:r w:rsidRPr="00583702">
              <w:rPr>
                <w:rFonts w:hint="eastAsia"/>
                <w:b/>
                <w:color w:val="000000"/>
                <w:sz w:val="28"/>
                <w:szCs w:val="28"/>
              </w:rPr>
              <w:t>B</w:t>
            </w:r>
            <w:r w:rsidR="00583702" w:rsidRPr="00583702">
              <w:rPr>
                <w:rFonts w:hint="eastAsia"/>
                <w:b/>
                <w:color w:val="000000"/>
                <w:sz w:val="28"/>
                <w:szCs w:val="28"/>
              </w:rPr>
              <w:t>中选择一项</w:t>
            </w:r>
            <w:r w:rsidRPr="00583702">
              <w:rPr>
                <w:rFonts w:ascii="Times New Roman" w:eastAsia="方正仿宋_GBK" w:hAnsi="Times New Roman" w:hint="eastAsia"/>
                <w:b/>
                <w:bCs/>
                <w:kern w:val="0"/>
                <w:sz w:val="24"/>
                <w:szCs w:val="24"/>
              </w:rPr>
              <w:t>）</w:t>
            </w:r>
          </w:p>
        </w:tc>
      </w:tr>
      <w:tr w:rsidR="00360AEA" w:rsidTr="005A1EE1">
        <w:trPr>
          <w:trHeight w:val="866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</w:tr>
      <w:tr w:rsidR="00360AEA" w:rsidTr="005A1EE1">
        <w:trPr>
          <w:trHeight w:val="850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</w:tr>
      <w:tr w:rsidR="00360AEA" w:rsidTr="005A1EE1">
        <w:trPr>
          <w:trHeight w:val="834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</w:tr>
      <w:tr w:rsidR="00360AEA" w:rsidTr="005A1EE1">
        <w:trPr>
          <w:trHeight w:val="845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</w:tr>
      <w:tr w:rsidR="00360AEA" w:rsidTr="005A1EE1">
        <w:trPr>
          <w:trHeight w:val="844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</w:tr>
      <w:tr w:rsidR="00360AEA" w:rsidTr="005A1EE1">
        <w:trPr>
          <w:trHeight w:val="828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  <w:szCs w:val="24"/>
              </w:rPr>
              <w:t>6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</w:tr>
      <w:tr w:rsidR="00360AEA" w:rsidTr="005A1EE1">
        <w:trPr>
          <w:trHeight w:val="698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  <w:szCs w:val="24"/>
              </w:rPr>
              <w:t>7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</w:tr>
      <w:tr w:rsidR="00360AEA" w:rsidTr="005A1EE1">
        <w:trPr>
          <w:trHeight w:val="708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  <w:szCs w:val="24"/>
              </w:rPr>
              <w:t>8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</w:tr>
      <w:tr w:rsidR="00360AEA" w:rsidTr="005A1EE1">
        <w:trPr>
          <w:trHeight w:val="832"/>
          <w:jc w:val="center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kern w:val="0"/>
                <w:sz w:val="24"/>
                <w:szCs w:val="24"/>
              </w:rPr>
              <w:t>9</w:t>
            </w:r>
          </w:p>
        </w:tc>
        <w:tc>
          <w:tcPr>
            <w:tcW w:w="2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AEA" w:rsidRDefault="00360AEA" w:rsidP="00C51430">
            <w:pPr>
              <w:widowControl/>
              <w:snapToGrid w:val="0"/>
              <w:spacing w:line="600" w:lineRule="exact"/>
              <w:jc w:val="center"/>
              <w:rPr>
                <w:rFonts w:ascii="Times New Roman" w:eastAsia="方正仿宋_GBK" w:hAnsi="Times New Roman"/>
                <w:kern w:val="0"/>
                <w:sz w:val="24"/>
                <w:szCs w:val="24"/>
              </w:rPr>
            </w:pPr>
          </w:p>
        </w:tc>
      </w:tr>
    </w:tbl>
    <w:p w:rsidR="00D41062" w:rsidRDefault="00D41062" w:rsidP="00D41062">
      <w:pPr>
        <w:widowControl/>
        <w:snapToGrid w:val="0"/>
        <w:spacing w:line="600" w:lineRule="exact"/>
        <w:jc w:val="left"/>
        <w:rPr>
          <w:rFonts w:ascii="Times New Roman" w:eastAsia="方正仿宋_GBK" w:hAnsi="Times New Roman"/>
          <w:sz w:val="32"/>
          <w:szCs w:val="32"/>
        </w:rPr>
      </w:pPr>
    </w:p>
    <w:p w:rsidR="00F2014B" w:rsidRDefault="00F2014B"/>
    <w:sectPr w:rsidR="00F2014B" w:rsidSect="00360AEA">
      <w:pgSz w:w="16838" w:h="11906" w:orient="landscape"/>
      <w:pgMar w:top="1800" w:right="1440" w:bottom="1800" w:left="144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4078" w:rsidRDefault="001A4078" w:rsidP="00D41062">
      <w:r>
        <w:separator/>
      </w:r>
    </w:p>
  </w:endnote>
  <w:endnote w:type="continuationSeparator" w:id="1">
    <w:p w:rsidR="001A4078" w:rsidRDefault="001A4078" w:rsidP="00D41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4078" w:rsidRDefault="001A4078" w:rsidP="00D41062">
      <w:r>
        <w:separator/>
      </w:r>
    </w:p>
  </w:footnote>
  <w:footnote w:type="continuationSeparator" w:id="1">
    <w:p w:rsidR="001A4078" w:rsidRDefault="001A4078" w:rsidP="00D4106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41062"/>
    <w:rsid w:val="001642A2"/>
    <w:rsid w:val="0018366F"/>
    <w:rsid w:val="001A4078"/>
    <w:rsid w:val="00203EEB"/>
    <w:rsid w:val="00240D15"/>
    <w:rsid w:val="00360AEA"/>
    <w:rsid w:val="00583702"/>
    <w:rsid w:val="005A1EE1"/>
    <w:rsid w:val="00A83B60"/>
    <w:rsid w:val="00D41062"/>
    <w:rsid w:val="00DA59C0"/>
    <w:rsid w:val="00EE0744"/>
    <w:rsid w:val="00F20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062"/>
    <w:pPr>
      <w:widowControl w:val="0"/>
      <w:jc w:val="both"/>
    </w:pPr>
    <w:rPr>
      <w:rFonts w:ascii="Calibri" w:eastAsia="宋体" w:hAnsi="Calibri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410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4106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4106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4106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</Words>
  <Characters>200</Characters>
  <Application>Microsoft Office Word</Application>
  <DocSecurity>0</DocSecurity>
  <Lines>1</Lines>
  <Paragraphs>1</Paragraphs>
  <ScaleCrop>false</ScaleCrop>
  <Company>微软中国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张陈</dc:creator>
  <cp:keywords/>
  <dc:description/>
  <cp:lastModifiedBy>张陈</cp:lastModifiedBy>
  <cp:revision>10</cp:revision>
  <dcterms:created xsi:type="dcterms:W3CDTF">2019-09-24T10:02:00Z</dcterms:created>
  <dcterms:modified xsi:type="dcterms:W3CDTF">2019-09-29T01:41:00Z</dcterms:modified>
</cp:coreProperties>
</file>